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5D3EE44C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50C91A3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4DFF8B51" w14:textId="58BA433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2B074F" w:rsidR="00406C5A">
        <w:rPr>
          <w:rFonts w:ascii="Corbel" w:hAnsi="Corbel"/>
          <w:b/>
          <w:smallCaps/>
          <w:sz w:val="24"/>
          <w:szCs w:val="24"/>
        </w:rPr>
        <w:t>2022/2023-202</w:t>
      </w:r>
      <w:r w:rsidR="00406C5A">
        <w:rPr>
          <w:rFonts w:ascii="Corbel" w:hAnsi="Corbel"/>
          <w:b/>
          <w:smallCaps/>
          <w:sz w:val="24"/>
          <w:szCs w:val="24"/>
        </w:rPr>
        <w:t>3</w:t>
      </w:r>
      <w:r w:rsidRPr="002B074F" w:rsidR="00406C5A">
        <w:rPr>
          <w:rFonts w:ascii="Corbel" w:hAnsi="Corbel"/>
          <w:b/>
          <w:smallCaps/>
          <w:sz w:val="24"/>
          <w:szCs w:val="24"/>
        </w:rPr>
        <w:t>/202</w:t>
      </w:r>
      <w:r w:rsidR="00406C5A">
        <w:rPr>
          <w:rFonts w:ascii="Corbel" w:hAnsi="Corbel"/>
          <w:b/>
          <w:smallCaps/>
          <w:sz w:val="24"/>
          <w:szCs w:val="24"/>
        </w:rPr>
        <w:t>4</w:t>
      </w:r>
      <w:r w:rsidRPr="009C54AE" w:rsidR="00406C5A">
        <w:rPr>
          <w:rFonts w:ascii="Corbel" w:hAnsi="Corbel"/>
          <w:b/>
          <w:smallCaps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P="00EA4832" w:rsidRDefault="00EA4832" w14:paraId="5F908C5F" w14:textId="228F20E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5A5E0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0015A5E0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0015A5E0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47661292" w14:textId="65C0157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</w:t>
      </w:r>
      <w:r w:rsidR="00445970">
        <w:rPr>
          <w:rFonts w:ascii="Corbel" w:hAnsi="Corbel"/>
          <w:sz w:val="20"/>
          <w:szCs w:val="20"/>
        </w:rPr>
        <w:t xml:space="preserve">akademicki </w:t>
      </w:r>
      <w:r w:rsidR="00570E20">
        <w:rPr>
          <w:rFonts w:ascii="Corbel" w:hAnsi="Corbel"/>
          <w:sz w:val="20"/>
          <w:szCs w:val="20"/>
        </w:rPr>
        <w:t>202</w:t>
      </w:r>
      <w:r w:rsidR="00567B85">
        <w:rPr>
          <w:rFonts w:ascii="Corbel" w:hAnsi="Corbel"/>
          <w:sz w:val="20"/>
          <w:szCs w:val="20"/>
        </w:rPr>
        <w:t>3</w:t>
      </w:r>
      <w:r w:rsidR="00570E20">
        <w:rPr>
          <w:rFonts w:ascii="Corbel" w:hAnsi="Corbel"/>
          <w:sz w:val="20"/>
          <w:szCs w:val="20"/>
        </w:rPr>
        <w:t>/202</w:t>
      </w:r>
      <w:r w:rsidR="00567B85">
        <w:rPr>
          <w:rFonts w:ascii="Corbel" w:hAnsi="Corbel"/>
          <w:sz w:val="20"/>
          <w:szCs w:val="20"/>
        </w:rPr>
        <w:t>4</w:t>
      </w:r>
    </w:p>
    <w:p w:rsidRPr="009C54AE" w:rsidR="0085747A" w:rsidP="009C54AE" w:rsidRDefault="0085747A" w14:paraId="31E340C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638248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15A5E0" w14:paraId="03AD8BD7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2DDFE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15A5E0" w:rsidRDefault="0004015C" w14:paraId="797B20FD" w14:textId="591AA86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015A5E0" w:rsidR="0004015C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Strategiczne zarządzanie rozwojem </w:t>
            </w:r>
          </w:p>
        </w:tc>
      </w:tr>
      <w:tr w:rsidRPr="009C54AE" w:rsidR="0085747A" w:rsidTr="0015A5E0" w14:paraId="56C69E9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3DA69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23B4C" w14:paraId="5D09A9DE" w14:textId="0BB4B7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3B4C">
              <w:rPr>
                <w:rFonts w:ascii="Corbel" w:hAnsi="Corbel"/>
                <w:b w:val="0"/>
                <w:sz w:val="24"/>
                <w:szCs w:val="24"/>
              </w:rPr>
              <w:t>A2SO57</w:t>
            </w:r>
          </w:p>
        </w:tc>
      </w:tr>
      <w:tr w:rsidRPr="009C54AE" w:rsidR="0085747A" w:rsidTr="0015A5E0" w14:paraId="04B7DE72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1CBFB54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15A5E0" w:rsidRDefault="00687D91" w14:paraId="0199CF71" w14:textId="2B08A70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015A5E0" w:rsidR="00687D91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0015A5E0" w:rsidR="00567B85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,</w:t>
            </w:r>
          </w:p>
        </w:tc>
      </w:tr>
      <w:tr w:rsidRPr="009C54AE" w:rsidR="0085747A" w:rsidTr="0015A5E0" w14:paraId="690D358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CDD7E5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15A5E0" w:rsidRDefault="009F7F6B" w14:paraId="7844235A" w14:textId="47D54E2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15A5E0" w:rsidR="0A1C76B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Instytut Nauk Prawnych</w:t>
            </w:r>
            <w:r w:rsidRPr="0015A5E0" w:rsidR="0A1C76B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0015A5E0" w:rsidR="009F7F6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Zakład Nauki </w:t>
            </w:r>
            <w:r w:rsidRPr="0015A5E0" w:rsidR="00567B8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o </w:t>
            </w:r>
            <w:r w:rsidRPr="0015A5E0" w:rsidR="009F7F6B">
              <w:rPr>
                <w:rFonts w:ascii="Corbel" w:hAnsi="Corbel"/>
                <w:b w:val="0"/>
                <w:bCs w:val="0"/>
                <w:sz w:val="24"/>
                <w:szCs w:val="24"/>
              </w:rPr>
              <w:t>Administracji</w:t>
            </w:r>
          </w:p>
        </w:tc>
      </w:tr>
      <w:tr w:rsidRPr="009C54AE" w:rsidR="0085747A" w:rsidTr="0015A5E0" w14:paraId="6EDF4A4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ACA9D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E2D7F" w14:paraId="0A0B4EEB" w14:textId="56737B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0015A5E0" w14:paraId="299D8164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0731C6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877AB" w14:paraId="1B8DCA7B" w14:textId="3BF75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B448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Pr="009C54AE" w:rsidR="0085747A" w:rsidTr="0015A5E0" w14:paraId="154440E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A798F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C0FFC" w14:paraId="447D481C" w14:textId="4F12FC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Pr="009C54AE" w:rsidR="0085747A" w:rsidTr="0015A5E0" w14:paraId="42E37A9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67A928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06D1D" w14:paraId="5753BF6C" w14:textId="0E6F56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C0FF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Pr="009C54AE" w:rsidR="0085747A" w:rsidTr="0015A5E0" w14:paraId="488AF74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BE38D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15A5E0" w:rsidRDefault="00656B78" w14:paraId="53B7AD94" w14:textId="106539F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15A5E0" w:rsidR="00656B78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0015A5E0" w:rsidR="00523B4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 </w:t>
            </w:r>
            <w:r w:rsidRPr="0015A5E0" w:rsidR="00656B7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/ </w:t>
            </w:r>
            <w:r w:rsidRPr="0015A5E0" w:rsidR="00523B4C">
              <w:rPr>
                <w:rFonts w:ascii="Corbel" w:hAnsi="Corbel"/>
                <w:b w:val="0"/>
                <w:bCs w:val="0"/>
                <w:sz w:val="24"/>
                <w:szCs w:val="24"/>
              </w:rPr>
              <w:t>3</w:t>
            </w:r>
            <w:r w:rsidRPr="0015A5E0" w:rsidR="00656B7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0015A5E0" w14:paraId="0B70A41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63E64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15A5E0" w:rsidRDefault="005C7657" w14:paraId="72ADAA71" w14:textId="281CC238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0015A5E0" w:rsidR="5700CD3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Specjalnościowy </w:t>
            </w:r>
          </w:p>
        </w:tc>
      </w:tr>
      <w:tr w:rsidRPr="009C54AE" w:rsidR="00923D7D" w:rsidTr="0015A5E0" w14:paraId="683DC039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B52F3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9C0FFC" w14:paraId="3845C906" w14:textId="5C307B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0015A5E0" w14:paraId="6D58EFB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4042A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C7657" w14:paraId="4EE975CC" w14:textId="3B07B0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Pr="009C54AE" w:rsidR="00042BEC" w:rsidTr="0015A5E0" w14:paraId="1C5B2BB9" w14:textId="77777777">
        <w:tc>
          <w:tcPr>
            <w:tcW w:w="2694" w:type="dxa"/>
            <w:tcMar/>
            <w:vAlign w:val="center"/>
          </w:tcPr>
          <w:p w:rsidRPr="009C54AE" w:rsidR="00042BEC" w:rsidP="00042BEC" w:rsidRDefault="00042BEC" w14:paraId="07F153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042BEC" w:rsidP="00042BEC" w:rsidRDefault="00042BEC" w14:paraId="50104CB2" w14:textId="19329C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</w:tbl>
    <w:p w:rsidRPr="009C54AE" w:rsidR="0085747A" w:rsidP="009C54AE" w:rsidRDefault="0085747A" w14:paraId="70A910A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0EFC1B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8E7391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984DB6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915"/>
        <w:gridCol w:w="710"/>
        <w:gridCol w:w="960"/>
        <w:gridCol w:w="780"/>
        <w:gridCol w:w="825"/>
        <w:gridCol w:w="671"/>
        <w:gridCol w:w="948"/>
        <w:gridCol w:w="1189"/>
        <w:gridCol w:w="1505"/>
      </w:tblGrid>
      <w:tr w:rsidRPr="009C54AE" w:rsidR="00015B8F" w:rsidTr="0015A5E0" w14:paraId="34A2688C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08E1C7E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8BF89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717E68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AF3B8A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301042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908A8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C3804F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C2351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1F480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BE324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0BD2C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15A5E0" w14:paraId="1E0797BC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042BEC" w14:paraId="5591A28B" w14:textId="2B59895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3B448C" w14:paraId="4F15869C" w14:textId="471A1D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06D1D" w:rsidRDefault="00015B8F" w14:paraId="07D9FFE4" w14:textId="060E2EA4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13A92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F22E09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80FDD6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3AE51C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183F51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E5E5D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3B448C" w14:paraId="752B6D28" w14:textId="4DBBEE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0D3F782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94AE12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567B85" w14:paraId="48ABBC3A" w14:textId="214290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+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7F60E60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366203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15A5E0" w:rsidRDefault="00E22FBC" w14:paraId="3FEDDCBB" w14:textId="031A67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0015A5E0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015A5E0" w:rsidR="00E22FBC">
        <w:rPr>
          <w:rFonts w:ascii="Corbel" w:hAnsi="Corbel"/>
          <w:caps w:val="0"/>
          <w:smallCaps w:val="0"/>
        </w:rPr>
        <w:t>For</w:t>
      </w:r>
      <w:r w:rsidRPr="0015A5E0" w:rsidR="00445970">
        <w:rPr>
          <w:rFonts w:ascii="Corbel" w:hAnsi="Corbel"/>
          <w:caps w:val="0"/>
          <w:smallCaps w:val="0"/>
        </w:rPr>
        <w:t xml:space="preserve">ma zaliczenia </w:t>
      </w:r>
      <w:r w:rsidRPr="0015A5E0" w:rsidR="00445970">
        <w:rPr>
          <w:rFonts w:ascii="Corbel" w:hAnsi="Corbel"/>
          <w:caps w:val="0"/>
          <w:smallCaps w:val="0"/>
        </w:rPr>
        <w:t>przedmiotu</w:t>
      </w:r>
      <w:r w:rsidRPr="0015A5E0" w:rsidR="00E22FBC">
        <w:rPr>
          <w:rFonts w:ascii="Corbel" w:hAnsi="Corbel"/>
          <w:caps w:val="0"/>
          <w:smallCaps w:val="0"/>
        </w:rPr>
        <w:t xml:space="preserve"> (</w:t>
      </w:r>
      <w:r w:rsidRPr="0015A5E0" w:rsidR="00E22FBC">
        <w:rPr>
          <w:rFonts w:ascii="Corbel" w:hAnsi="Corbel"/>
          <w:caps w:val="0"/>
          <w:smallCaps w:val="0"/>
        </w:rPr>
        <w:t xml:space="preserve">z toku) </w:t>
      </w:r>
      <w:r w:rsidRPr="0015A5E0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9C54AE" w:rsidP="009C54AE" w:rsidRDefault="00071105" w14:paraId="2339BF1D" w14:textId="22B9A219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5A5E0" w:rsidR="00071105">
        <w:rPr>
          <w:rFonts w:ascii="Corbel" w:hAnsi="Corbel"/>
          <w:b w:val="0"/>
          <w:bCs w:val="0"/>
        </w:rPr>
        <w:t xml:space="preserve">Wykład: </w:t>
      </w:r>
      <w:r w:rsidRPr="0015A5E0" w:rsidR="004335C5">
        <w:rPr>
          <w:rFonts w:ascii="Corbel" w:hAnsi="Corbel"/>
          <w:b w:val="0"/>
          <w:bCs w:val="0"/>
        </w:rPr>
        <w:t>Egzamin</w:t>
      </w:r>
    </w:p>
    <w:p w:rsidR="00E960BB" w:rsidP="009C54AE" w:rsidRDefault="00E960BB" w14:paraId="7965727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43E4D1D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D1B1B" w14:paraId="6694D81E" w14:textId="77777777">
        <w:tc>
          <w:tcPr>
            <w:tcW w:w="9520" w:type="dxa"/>
          </w:tcPr>
          <w:p w:rsidRPr="009C54AE" w:rsidR="0085747A" w:rsidP="009C54AE" w:rsidRDefault="006F2AF8" w14:paraId="2F1227FD" w14:textId="2A8AE44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="00300D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ogólną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dotycząca funkcjonowania administracji publicznej</w:t>
            </w:r>
            <w:r w:rsidR="00300D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jej struktur i zadań</w:t>
            </w:r>
            <w:r w:rsidR="00AE46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7733F47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15A5E0" w:rsidRDefault="0071620A" w14:paraId="1F36D6A5" w14:textId="0F9BC944">
      <w:pPr>
        <w:pStyle w:val="Punktygwne"/>
        <w:spacing w:before="0" w:after="0"/>
        <w:rPr>
          <w:rFonts w:ascii="Corbel" w:hAnsi="Corbel"/>
        </w:rPr>
      </w:pPr>
      <w:r w:rsidRPr="0015A5E0" w:rsidR="0071620A">
        <w:rPr>
          <w:rFonts w:ascii="Corbel" w:hAnsi="Corbel"/>
        </w:rPr>
        <w:t>3.</w:t>
      </w:r>
      <w:r w:rsidRPr="0015A5E0" w:rsidR="0085747A">
        <w:rPr>
          <w:rFonts w:ascii="Corbel" w:hAnsi="Corbel"/>
        </w:rPr>
        <w:t xml:space="preserve"> </w:t>
      </w:r>
      <w:r w:rsidRPr="0015A5E0" w:rsidR="00A84C85">
        <w:rPr>
          <w:rFonts w:ascii="Corbel" w:hAnsi="Corbel"/>
        </w:rPr>
        <w:t xml:space="preserve">cele, efekty uczenia </w:t>
      </w:r>
      <w:r w:rsidRPr="0015A5E0" w:rsidR="00A84C85">
        <w:rPr>
          <w:rFonts w:ascii="Corbel" w:hAnsi="Corbel"/>
        </w:rPr>
        <w:t>się</w:t>
      </w:r>
      <w:r w:rsidRPr="0015A5E0" w:rsidR="0085747A">
        <w:rPr>
          <w:rFonts w:ascii="Corbel" w:hAnsi="Corbel"/>
        </w:rPr>
        <w:t>,</w:t>
      </w:r>
      <w:r w:rsidRPr="0015A5E0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15D5483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23F47E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0B578E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BD4BF6" w:rsidTr="00BD4BF6" w14:paraId="66B61722" w14:textId="77777777">
        <w:tc>
          <w:tcPr>
            <w:tcW w:w="845" w:type="dxa"/>
            <w:vAlign w:val="center"/>
          </w:tcPr>
          <w:p w:rsidRPr="009C54AE" w:rsidR="00BD4BF6" w:rsidP="00EA477A" w:rsidRDefault="00BD4BF6" w14:paraId="0CEBFA8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46136A" w:rsidR="00BD4BF6" w:rsidP="00EA477A" w:rsidRDefault="00BD4BF6" w14:paraId="33590DA1" w14:textId="5B019B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studenta z podstawową terminologią 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>i instrumentami niezbędnymi w zarządzaniu rozwojem administracji publicznej</w:t>
            </w:r>
          </w:p>
        </w:tc>
      </w:tr>
      <w:tr w:rsidRPr="009C54AE" w:rsidR="00BD4BF6" w:rsidTr="00BD4BF6" w14:paraId="1E490D16" w14:textId="77777777">
        <w:tc>
          <w:tcPr>
            <w:tcW w:w="845" w:type="dxa"/>
            <w:vAlign w:val="center"/>
          </w:tcPr>
          <w:p w:rsidRPr="009C54AE" w:rsidR="00BD4BF6" w:rsidP="00EA477A" w:rsidRDefault="00BD4BF6" w14:paraId="72A27101" w14:textId="0E385C8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46136A" w:rsidR="00BD4BF6" w:rsidP="00EA477A" w:rsidRDefault="00BD4BF6" w14:paraId="3EA57AF3" w14:textId="67A72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223D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Celem przedmiotu jest również zdobycie przez studenta umiejętności i poznanie technik tworzenia strategii rozwoju oraz jej wdrożenia w administracji publicznej. </w:t>
            </w:r>
          </w:p>
        </w:tc>
      </w:tr>
    </w:tbl>
    <w:p w:rsidRPr="009C54AE" w:rsidR="0085747A" w:rsidP="009C54AE" w:rsidRDefault="0085747A" w14:paraId="339B0BB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E1DEC8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D090BC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0015A5E0" w14:paraId="28B0B119" w14:textId="77777777">
        <w:tc>
          <w:tcPr>
            <w:tcW w:w="1679" w:type="dxa"/>
            <w:tcMar/>
            <w:vAlign w:val="center"/>
          </w:tcPr>
          <w:p w:rsidRPr="009C54AE" w:rsidR="0085747A" w:rsidP="009C54AE" w:rsidRDefault="0085747A" w14:paraId="1F16C03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tcMar/>
            <w:vAlign w:val="center"/>
          </w:tcPr>
          <w:p w:rsidRPr="009C54AE" w:rsidR="0085747A" w:rsidP="00C05F44" w:rsidRDefault="0085747A" w14:paraId="46D8EAC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0AB3A4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F26BE3" w:rsidTr="0015A5E0" w14:paraId="2E1AABC3" w14:textId="77777777">
        <w:tc>
          <w:tcPr>
            <w:tcW w:w="1679" w:type="dxa"/>
            <w:tcMar/>
          </w:tcPr>
          <w:p w:rsidR="00F26BE3" w:rsidP="009C54AE" w:rsidRDefault="00F26BE3" w14:paraId="0FF0A408" w14:textId="061DB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97DB2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:rsidRPr="009C54AE" w:rsidR="00F26BE3" w:rsidP="009C54AE" w:rsidRDefault="00F26BE3" w14:paraId="4E2ED729" w14:textId="63C17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  <w:tcMar/>
          </w:tcPr>
          <w:p w:rsidRPr="00C049B2" w:rsidR="00C049B2" w:rsidP="0015A5E0" w:rsidRDefault="00C049B2" w14:paraId="17822C54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015A5E0" w:rsidR="0DB99A28">
              <w:rPr>
                <w:rFonts w:ascii="Corbel" w:hAnsi="Corbel"/>
                <w:b w:val="0"/>
                <w:bCs w:val="0"/>
                <w:caps w:val="0"/>
                <w:smallCaps w:val="0"/>
              </w:rPr>
              <w:t>Posiada rozszerzoną wiedzę o roli człowieka, jego cechach i aktywności w sferze administracji oraz jako twórcy kultury i podmiotu konstytuującego struktury społeczne i</w:t>
            </w:r>
          </w:p>
          <w:p w:rsidRPr="00F81D8A" w:rsidR="00F26BE3" w:rsidP="0015A5E0" w:rsidRDefault="00C049B2" w14:paraId="760112B0" w14:textId="77EB40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015A5E0" w:rsidR="0DB99A28">
              <w:rPr>
                <w:rFonts w:ascii="Corbel" w:hAnsi="Corbel"/>
                <w:b w:val="0"/>
                <w:bCs w:val="0"/>
                <w:caps w:val="0"/>
                <w:smallCaps w:val="0"/>
              </w:rPr>
              <w:t>zasady ich funkcjonowania;</w:t>
            </w:r>
          </w:p>
        </w:tc>
        <w:tc>
          <w:tcPr>
            <w:tcW w:w="1865" w:type="dxa"/>
            <w:tcMar/>
          </w:tcPr>
          <w:p w:rsidRPr="00F26BE3" w:rsidR="00F26BE3" w:rsidP="009C54AE" w:rsidRDefault="00F26BE3" w14:paraId="2236DF21" w14:textId="1A33B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17CE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Pr="009C54AE" w:rsidR="00F26BE3" w:rsidTr="0015A5E0" w14:paraId="3CB0D8AC" w14:textId="77777777">
        <w:tc>
          <w:tcPr>
            <w:tcW w:w="1679" w:type="dxa"/>
            <w:tcMar/>
          </w:tcPr>
          <w:p w:rsidRPr="009C54AE" w:rsidR="00F26BE3" w:rsidP="00F26BE3" w:rsidRDefault="00F26BE3" w14:paraId="4A58F7D7" w14:textId="09930F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97D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6" w:type="dxa"/>
            <w:tcMar/>
          </w:tcPr>
          <w:p w:rsidRPr="009C54AE" w:rsidR="00F26BE3" w:rsidP="0015A5E0" w:rsidRDefault="00A24E0B" w14:paraId="5228E046" w14:textId="00382F8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015A5E0" w:rsidR="7C6E26C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Zna w stopniu zaawansowanym ogólne zasady tworzenia i rozwoju form indywidualnej przedsiębiorczości, wykorzystującej wiedzę z zakresu dziedzin nauki i dyscyplin naukowych właściwych dla kierunku administracja;</w:t>
            </w:r>
          </w:p>
        </w:tc>
        <w:tc>
          <w:tcPr>
            <w:tcW w:w="1865" w:type="dxa"/>
            <w:tcMar/>
          </w:tcPr>
          <w:p w:rsidRPr="009C54AE" w:rsidR="00F26BE3" w:rsidP="00F26BE3" w:rsidRDefault="00F26BE3" w14:paraId="0530D039" w14:textId="1DB3A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F26BE3" w:rsidTr="0015A5E0" w14:paraId="084A4319" w14:textId="77777777">
        <w:trPr>
          <w:trHeight w:val="1499"/>
        </w:trPr>
        <w:tc>
          <w:tcPr>
            <w:tcW w:w="1679" w:type="dxa"/>
            <w:tcMar/>
          </w:tcPr>
          <w:p w:rsidRPr="009C54AE" w:rsidR="00F26BE3" w:rsidP="00F26BE3" w:rsidRDefault="00F26BE3" w14:paraId="6F8FCB62" w14:textId="35C32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97DB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  <w:tcMar/>
          </w:tcPr>
          <w:p w:rsidRPr="009C54AE" w:rsidR="00F26BE3" w:rsidP="0015A5E0" w:rsidRDefault="00A24E0B" w14:paraId="7A7A570C" w14:textId="372D37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015A5E0" w:rsidR="7C6E26C7">
              <w:rPr>
                <w:rFonts w:ascii="Corbel" w:hAnsi="Corbel"/>
                <w:b w:val="0"/>
                <w:bCs w:val="0"/>
                <w:caps w:val="0"/>
                <w:smallCaps w:val="0"/>
              </w:rPr>
              <w:t>Potrafi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problemów;</w:t>
            </w:r>
          </w:p>
        </w:tc>
        <w:tc>
          <w:tcPr>
            <w:tcW w:w="1865" w:type="dxa"/>
            <w:tcMar/>
          </w:tcPr>
          <w:p w:rsidRPr="009C54AE" w:rsidR="00F26BE3" w:rsidP="00F26BE3" w:rsidRDefault="00F26BE3" w14:paraId="426A6FA7" w14:textId="08F950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F26BE3" w:rsidTr="0015A5E0" w14:paraId="1F065476" w14:textId="77777777">
        <w:tc>
          <w:tcPr>
            <w:tcW w:w="1679" w:type="dxa"/>
            <w:tcMar/>
          </w:tcPr>
          <w:p w:rsidRPr="009C54AE" w:rsidR="00F26BE3" w:rsidP="00F26BE3" w:rsidRDefault="00DB6B5B" w14:paraId="21783D92" w14:textId="1D9802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17CE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  <w:tcMar/>
          </w:tcPr>
          <w:p w:rsidRPr="009C54AE" w:rsidR="00F26BE3" w:rsidP="0015A5E0" w:rsidRDefault="004873E9" w14:paraId="1CDEC935" w14:textId="3D611A6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015A5E0" w:rsidR="09E505AE">
              <w:rPr>
                <w:rFonts w:ascii="Corbel" w:hAnsi="Corbel"/>
                <w:b w:val="0"/>
                <w:bCs w:val="0"/>
                <w:caps w:val="0"/>
                <w:smallCaps w:val="0"/>
              </w:rPr>
              <w:t>Posiada umiejętność logicznego myślenia, analizy i syntezy, dzięki czemu potrafi przekonująco argumentować i interpretować zjawiska administracyjne, prawne, społeczne, polityczne i ekonomiczne w sytuacjach decyzyjnych;</w:t>
            </w:r>
          </w:p>
        </w:tc>
        <w:tc>
          <w:tcPr>
            <w:tcW w:w="1865" w:type="dxa"/>
            <w:tcMar/>
          </w:tcPr>
          <w:p w:rsidRPr="009C54AE" w:rsidR="00F26BE3" w:rsidP="00F26BE3" w:rsidRDefault="00F26BE3" w14:paraId="29D9AE74" w14:textId="7B4CC8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Pr="009C54AE" w:rsidR="00F26BE3" w:rsidTr="0015A5E0" w14:paraId="6BFB0680" w14:textId="77777777">
        <w:tc>
          <w:tcPr>
            <w:tcW w:w="1679" w:type="dxa"/>
            <w:tcMar/>
          </w:tcPr>
          <w:p w:rsidRPr="009C54AE" w:rsidR="00F26BE3" w:rsidP="00F26BE3" w:rsidRDefault="00F26BE3" w14:paraId="2F3D5200" w14:textId="4179DA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17CE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  <w:tcMar/>
          </w:tcPr>
          <w:p w:rsidRPr="000D4F4E" w:rsidR="000D4F4E" w:rsidP="0015A5E0" w:rsidRDefault="000D4F4E" w14:paraId="1860FF6F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015A5E0" w:rsidR="287F669F">
              <w:rPr>
                <w:rFonts w:ascii="Corbel" w:hAnsi="Corbel"/>
                <w:b w:val="0"/>
                <w:bCs w:val="0"/>
                <w:caps w:val="0"/>
                <w:smallCaps w:val="0"/>
              </w:rPr>
              <w:t>Jest gotowy samodzielnie i krytycznie uzupełniać wiedzę,</w:t>
            </w:r>
          </w:p>
          <w:p w:rsidR="00F26BE3" w:rsidP="0015A5E0" w:rsidRDefault="000D4F4E" w14:paraId="5E7F92D4" w14:textId="5C33F3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015A5E0" w:rsidR="287F669F">
              <w:rPr>
                <w:rFonts w:ascii="Corbel" w:hAnsi="Corbel"/>
                <w:b w:val="0"/>
                <w:bCs w:val="0"/>
                <w:caps w:val="0"/>
                <w:smallCaps w:val="0"/>
              </w:rPr>
              <w:t>w tym również na gruncie interdyscyplinarnym.</w:t>
            </w:r>
          </w:p>
        </w:tc>
        <w:tc>
          <w:tcPr>
            <w:tcW w:w="1865" w:type="dxa"/>
            <w:tcMar/>
          </w:tcPr>
          <w:p w:rsidRPr="00F26BE3" w:rsidR="00F26BE3" w:rsidP="00F26BE3" w:rsidRDefault="00F26BE3" w14:paraId="5F30BE22" w14:textId="1B628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D108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Pr="009C54AE" w:rsidR="00F26BE3" w:rsidTr="0015A5E0" w14:paraId="62B5EFA5" w14:textId="77777777">
        <w:tc>
          <w:tcPr>
            <w:tcW w:w="1679" w:type="dxa"/>
            <w:tcMar/>
          </w:tcPr>
          <w:p w:rsidRPr="009C54AE" w:rsidR="00F26BE3" w:rsidP="00F26BE3" w:rsidRDefault="00F26BE3" w14:paraId="58FBBF12" w14:textId="2C3F14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17CE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6" w:type="dxa"/>
            <w:tcMar/>
          </w:tcPr>
          <w:p w:rsidR="00F26BE3" w:rsidP="0015A5E0" w:rsidRDefault="004873E9" w14:paraId="4CDDF1B3" w14:textId="6DE20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015A5E0" w:rsidR="09E505AE">
              <w:rPr>
                <w:rFonts w:ascii="Corbel" w:hAnsi="Corbel"/>
                <w:b w:val="0"/>
                <w:bCs w:val="0"/>
                <w:caps w:val="0"/>
                <w:smallCaps w:val="0"/>
              </w:rPr>
              <w:t>Uczestniczy w przygotowaniu projektów, z uwzględnieniem wiedzy i umiejętności zdobytych w trakcie studiów oraz jest gotowy działać na rzecz społeczeństwa, w tym w instytucjach publicznych i niepublicznych;</w:t>
            </w:r>
          </w:p>
        </w:tc>
        <w:tc>
          <w:tcPr>
            <w:tcW w:w="1865" w:type="dxa"/>
            <w:tcMar/>
          </w:tcPr>
          <w:p w:rsidRPr="00F26BE3" w:rsidR="00F26BE3" w:rsidP="00F26BE3" w:rsidRDefault="00F26BE3" w14:paraId="798E49E6" w14:textId="567FD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Pr="009C54AE" w:rsidR="0085747A" w:rsidP="009C54AE" w:rsidRDefault="0085747A" w14:paraId="677520A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3720B7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92ED6E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34F753B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4223D" w:rsidR="00A53ADF" w:rsidTr="0015A5E0" w14:paraId="0B1D20DD" w14:textId="77777777">
        <w:tc>
          <w:tcPr>
            <w:tcW w:w="9520" w:type="dxa"/>
            <w:tcMar/>
          </w:tcPr>
          <w:p w:rsidRPr="00F4223D" w:rsidR="00A53ADF" w:rsidP="00B720EA" w:rsidRDefault="00A53ADF" w14:paraId="47E72FA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4223D" w:rsidR="00A53ADF" w:rsidTr="0015A5E0" w14:paraId="62057B00" w14:textId="77777777">
        <w:tc>
          <w:tcPr>
            <w:tcW w:w="9520" w:type="dxa"/>
            <w:tcMar/>
          </w:tcPr>
          <w:p w:rsidRPr="00F4223D" w:rsidR="00A53ADF" w:rsidP="00B720EA" w:rsidRDefault="00A53ADF" w14:paraId="77826FBC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 xml:space="preserve">Pojęcie planowania i planowania strategicznego. System planowania w organizacji. Cele i zasady planowania strategicznego. </w:t>
            </w:r>
          </w:p>
        </w:tc>
      </w:tr>
      <w:tr w:rsidRPr="00F4223D" w:rsidR="00A53ADF" w:rsidTr="0015A5E0" w14:paraId="234936CF" w14:textId="77777777">
        <w:tc>
          <w:tcPr>
            <w:tcW w:w="9520" w:type="dxa"/>
            <w:tcMar/>
          </w:tcPr>
          <w:p w:rsidRPr="00F4223D" w:rsidR="00A53ADF" w:rsidP="00B720EA" w:rsidRDefault="00A53ADF" w14:paraId="074CAB03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Metody i etapy planowania strategicznego.  Rola oraz wady i zalety planowani strategicznego.  Rola zespołu w planowaniu strategicznym.</w:t>
            </w:r>
          </w:p>
        </w:tc>
      </w:tr>
      <w:tr w:rsidRPr="00F4223D" w:rsidR="00A53ADF" w:rsidTr="0015A5E0" w14:paraId="02B7BC44" w14:textId="77777777">
        <w:tc>
          <w:tcPr>
            <w:tcW w:w="9520" w:type="dxa"/>
            <w:tcMar/>
          </w:tcPr>
          <w:p w:rsidRPr="00F4223D" w:rsidR="00A53ADF" w:rsidP="00B720EA" w:rsidRDefault="00A53ADF" w14:paraId="4AC856D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 xml:space="preserve">Pojęcie zarządzania rozwojem. Zarządzanie rozwojem jako jedno z zadań administracji. </w:t>
            </w:r>
          </w:p>
        </w:tc>
      </w:tr>
      <w:tr w:rsidRPr="00F4223D" w:rsidR="00A53ADF" w:rsidTr="0015A5E0" w14:paraId="62FDB563" w14:textId="77777777">
        <w:tc>
          <w:tcPr>
            <w:tcW w:w="9520" w:type="dxa"/>
            <w:tcMar/>
          </w:tcPr>
          <w:p w:rsidRPr="00F4223D" w:rsidR="00A53ADF" w:rsidP="00B720EA" w:rsidRDefault="00A53ADF" w14:paraId="5DBE277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 xml:space="preserve">Ramy prawne polityki rozwoju oraz podmioty odpowiedzialne za politykę rozwoju. </w:t>
            </w:r>
          </w:p>
        </w:tc>
      </w:tr>
      <w:tr w:rsidRPr="00F4223D" w:rsidR="00A53ADF" w:rsidTr="0015A5E0" w14:paraId="23503D47" w14:textId="77777777">
        <w:tc>
          <w:tcPr>
            <w:tcW w:w="9520" w:type="dxa"/>
            <w:tcMar/>
          </w:tcPr>
          <w:p w:rsidRPr="00F4223D" w:rsidR="00A53ADF" w:rsidP="00B720EA" w:rsidRDefault="00A53ADF" w14:paraId="3A2472AE" w14:textId="75D833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 w:rsidR="4B6E0432">
              <w:rPr>
                <w:rFonts w:ascii="Corbel" w:hAnsi="Corbel"/>
                <w:sz w:val="24"/>
                <w:szCs w:val="24"/>
              </w:rPr>
              <w:t>Wybrane strategie rozwoju w strategiach krajowych: zintegrowane (</w:t>
            </w:r>
            <w:r w:rsidRPr="00F4223D" w:rsidR="4B6E0432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Strategię Rozwoju Kraju 2020)</w:t>
            </w:r>
            <w:r w:rsidR="4B6E0432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;</w:t>
            </w:r>
            <w:r w:rsidRPr="00F4223D" w:rsidR="4B6E0432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 xml:space="preserve"> szczegółowe </w:t>
            </w:r>
            <w:r w:rsidRPr="00F4223D" w:rsidR="4B6E0432">
              <w:rPr>
                <w:rFonts w:ascii="Corbel" w:hAnsi="Corbel"/>
                <w:sz w:val="24"/>
                <w:szCs w:val="24"/>
              </w:rPr>
              <w:t>(w tym Krajowej Strategii Rozwoju Regionalnego</w:t>
            </w:r>
            <w:r w:rsidR="4B6E0432">
              <w:rPr>
                <w:rFonts w:ascii="Corbel" w:hAnsi="Corbel"/>
                <w:sz w:val="24"/>
                <w:szCs w:val="24"/>
              </w:rPr>
              <w:t>);</w:t>
            </w:r>
            <w:r w:rsidR="5466D9B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223D" w:rsidR="4B6E0432">
              <w:rPr>
                <w:rFonts w:ascii="Corbel" w:hAnsi="Corbel"/>
                <w:sz w:val="24"/>
                <w:szCs w:val="24"/>
              </w:rPr>
              <w:t>ponadregionalne  (</w:t>
            </w:r>
            <w:r w:rsidRPr="00F4223D" w:rsidR="4B6E0432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Strategia rozwoju społeczno-gospodarczego Polski Wschodniej do roku 2020).</w:t>
            </w:r>
          </w:p>
        </w:tc>
      </w:tr>
      <w:tr w:rsidRPr="00F4223D" w:rsidR="00A53ADF" w:rsidTr="0015A5E0" w14:paraId="654234B1" w14:textId="77777777">
        <w:tc>
          <w:tcPr>
            <w:tcW w:w="9520" w:type="dxa"/>
            <w:tcMar/>
          </w:tcPr>
          <w:p w:rsidRPr="00F4223D" w:rsidR="00A53ADF" w:rsidP="00B720EA" w:rsidRDefault="00A53ADF" w14:paraId="584B8BE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Tworzenie strategii rozwoju lokalnego i regionalnego (w tym diagnoza i analiza strategiczna, wyznaczanie strategicznych kierunków działania wraz z celami strategicznymi i operacyjnymi, instrumenty realizacji i monitoringu realizacji strategii, procesy uspołecznienia strategii rozwoju) na przykładzie wybranych strategii rozwoju jednostek samorządu terytorialnego.</w:t>
            </w:r>
          </w:p>
        </w:tc>
      </w:tr>
      <w:tr w:rsidRPr="00F4223D" w:rsidR="00A53ADF" w:rsidTr="0015A5E0" w14:paraId="7FF0345F" w14:textId="77777777">
        <w:tc>
          <w:tcPr>
            <w:tcW w:w="9520" w:type="dxa"/>
            <w:tcMar/>
          </w:tcPr>
          <w:p w:rsidRPr="00F4223D" w:rsidR="00A53ADF" w:rsidP="00B720EA" w:rsidRDefault="00A53ADF" w14:paraId="37EC51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Strategie rozwiązywania problemów społecznych w systemie lokalnego zarządzania strategicznego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339CE2F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4BC3E9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4223D" w:rsidR="001B2BB8" w:rsidTr="0015A5E0" w14:paraId="33207A3E" w14:textId="77777777">
        <w:tc>
          <w:tcPr>
            <w:tcW w:w="9520" w:type="dxa"/>
            <w:tcMar/>
          </w:tcPr>
          <w:p w:rsidRPr="00F4223D" w:rsidR="001B2BB8" w:rsidP="00B720EA" w:rsidRDefault="001B2BB8" w14:paraId="1F95065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4223D" w:rsidR="001B2BB8" w:rsidTr="0015A5E0" w14:paraId="5BABB206" w14:textId="77777777">
        <w:tc>
          <w:tcPr>
            <w:tcW w:w="9520" w:type="dxa"/>
            <w:tcMar/>
          </w:tcPr>
          <w:p w:rsidRPr="00F4223D" w:rsidR="001B2BB8" w:rsidP="00B720EA" w:rsidRDefault="001B2BB8" w14:paraId="7FFE5910" w14:textId="6596024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15A5E0" w:rsidR="04B967FD">
              <w:rPr>
                <w:rFonts w:ascii="Corbel" w:hAnsi="Corbel"/>
                <w:sz w:val="24"/>
                <w:szCs w:val="24"/>
              </w:rPr>
              <w:t xml:space="preserve">Nie dotyczy </w:t>
            </w:r>
          </w:p>
        </w:tc>
      </w:tr>
    </w:tbl>
    <w:p w:rsidRPr="009C54AE" w:rsidR="0085747A" w:rsidP="009C54AE" w:rsidRDefault="0085747A" w14:paraId="537362D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CA326C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6A143A6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C6787" w:rsidP="0015A5E0" w:rsidRDefault="004C6787" w14:paraId="485FE5C5" w14:textId="7B528B62">
      <w:pPr>
        <w:pStyle w:val="Punktygwne"/>
        <w:spacing w:before="0"/>
        <w:rPr>
          <w:rFonts w:ascii="Corbel" w:hAnsi="Corbel"/>
          <w:b w:val="0"/>
          <w:bCs w:val="0"/>
          <w:i w:val="1"/>
          <w:iCs w:val="1"/>
          <w:sz w:val="20"/>
          <w:szCs w:val="20"/>
        </w:rPr>
      </w:pPr>
      <w:r w:rsidRPr="0015A5E0" w:rsidR="004C6787">
        <w:rPr>
          <w:rFonts w:ascii="Corbel" w:hAnsi="Corbel"/>
          <w:b w:val="0"/>
          <w:bCs w:val="0"/>
          <w:i w:val="1"/>
          <w:iCs w:val="1"/>
          <w:sz w:val="20"/>
          <w:szCs w:val="20"/>
        </w:rPr>
        <w:t>wykłady: wykład z prezentacją multimedialną, dyskusja, analiza przypadków,</w:t>
      </w:r>
    </w:p>
    <w:p w:rsidR="0015A5E0" w:rsidP="0015A5E0" w:rsidRDefault="0015A5E0" w14:paraId="3297579B" w14:textId="64CAE803">
      <w:pPr>
        <w:pStyle w:val="Punktygwne"/>
        <w:tabs>
          <w:tab w:val="left" w:leader="none" w:pos="284"/>
        </w:tabs>
        <w:spacing w:before="0" w:after="0"/>
        <w:rPr>
          <w:rFonts w:ascii="Corbel" w:hAnsi="Corbel"/>
          <w:caps w:val="0"/>
          <w:smallCaps w:val="0"/>
        </w:rPr>
      </w:pPr>
    </w:p>
    <w:p w:rsidRPr="009C54AE" w:rsidR="0085747A" w:rsidP="009C54AE" w:rsidRDefault="00C61DC5" w14:paraId="62D31172" w14:textId="70DB5D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651348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459116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7FCBD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15A5E0" w14:paraId="2E1037CD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65FE129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009C54AE" w:rsidRDefault="00F974DA" w14:paraId="5F1B1A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DCD86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40BBCC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FA668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15A5E0" w14:paraId="66B660F6" w14:textId="77777777">
        <w:tc>
          <w:tcPr>
            <w:tcW w:w="1962" w:type="dxa"/>
            <w:tcMar/>
          </w:tcPr>
          <w:p w:rsidRPr="009C54AE" w:rsidR="0085747A" w:rsidP="009C54AE" w:rsidRDefault="0059702E" w14:paraId="3F398286" w14:textId="1FE5CD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 w:rsidR="0085747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Mar/>
          </w:tcPr>
          <w:p w:rsidRPr="00D20863" w:rsidR="0085747A" w:rsidP="009C54AE" w:rsidRDefault="00D20863" w14:paraId="1C511A5C" w14:textId="7BC2B4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tcMar/>
          </w:tcPr>
          <w:p w:rsidRPr="009C54AE" w:rsidR="0085747A" w:rsidP="009C54AE" w:rsidRDefault="001714DE" w14:paraId="6E6D006E" w14:textId="5E8743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85747A" w:rsidTr="0015A5E0" w14:paraId="0B78EFC9" w14:textId="77777777">
        <w:tc>
          <w:tcPr>
            <w:tcW w:w="1962" w:type="dxa"/>
            <w:tcMar/>
          </w:tcPr>
          <w:p w:rsidRPr="009C54AE" w:rsidR="0085747A" w:rsidP="009C54AE" w:rsidRDefault="0085747A" w14:paraId="7DB2B7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Mar/>
          </w:tcPr>
          <w:p w:rsidRPr="009C54AE" w:rsidR="0085747A" w:rsidP="009C54AE" w:rsidRDefault="007A3025" w14:paraId="4C44E58A" w14:textId="35C29A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tcMar/>
          </w:tcPr>
          <w:p w:rsidRPr="009C54AE" w:rsidR="0085747A" w:rsidP="009C54AE" w:rsidRDefault="001714DE" w14:paraId="0A26BEF8" w14:textId="4377FD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1714DE" w:rsidTr="0015A5E0" w14:paraId="49D732E6" w14:textId="77777777">
        <w:tc>
          <w:tcPr>
            <w:tcW w:w="1962" w:type="dxa"/>
            <w:tcMar/>
          </w:tcPr>
          <w:p w:rsidRPr="009C54AE" w:rsidR="001714DE" w:rsidP="009C54AE" w:rsidRDefault="00386931" w14:paraId="0BC2104D" w14:textId="14024F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tcMar/>
          </w:tcPr>
          <w:p w:rsidR="001714DE" w:rsidP="009C54AE" w:rsidRDefault="004D13B8" w14:paraId="2EF806C8" w14:textId="60159B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egzamin, </w:t>
            </w:r>
            <w:r w:rsidR="00235362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  <w:tcMar/>
          </w:tcPr>
          <w:p w:rsidRPr="009C54AE" w:rsidR="001714DE" w:rsidP="009C54AE" w:rsidRDefault="000116DA" w14:paraId="7C28F1F5" w14:textId="7D7A6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C0F9F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C0F9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1714DE" w:rsidTr="0015A5E0" w14:paraId="33001785" w14:textId="77777777">
        <w:tc>
          <w:tcPr>
            <w:tcW w:w="1962" w:type="dxa"/>
            <w:tcMar/>
          </w:tcPr>
          <w:p w:rsidRPr="009C54AE" w:rsidR="001714DE" w:rsidP="009C54AE" w:rsidRDefault="00386931" w14:paraId="2381FABB" w14:textId="157865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Mar/>
          </w:tcPr>
          <w:p w:rsidR="001714DE" w:rsidP="009C54AE" w:rsidRDefault="004D1FB4" w14:paraId="4C7CA6AF" w14:textId="378C5D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  <w:tcMar/>
          </w:tcPr>
          <w:p w:rsidRPr="009C54AE" w:rsidR="001714DE" w:rsidP="009C54AE" w:rsidRDefault="00E40119" w14:paraId="65135DBD" w14:textId="1C8F11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C0F9F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C0F9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386931" w:rsidTr="0015A5E0" w14:paraId="41F8B16F" w14:textId="77777777">
        <w:tc>
          <w:tcPr>
            <w:tcW w:w="1962" w:type="dxa"/>
            <w:tcMar/>
          </w:tcPr>
          <w:p w:rsidRPr="009C54AE" w:rsidR="00386931" w:rsidP="009C54AE" w:rsidRDefault="00386931" w14:paraId="114B4EAF" w14:textId="63FFDA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  <w:tcMar/>
          </w:tcPr>
          <w:p w:rsidR="00386931" w:rsidP="009C54AE" w:rsidRDefault="00E40119" w14:paraId="111651E4" w14:textId="49F0822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4D1FB4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17" w:type="dxa"/>
            <w:tcMar/>
          </w:tcPr>
          <w:p w:rsidRPr="009C54AE" w:rsidR="00386931" w:rsidP="009C54AE" w:rsidRDefault="00B148BA" w14:paraId="205041CA" w14:textId="3EECC6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</w:t>
            </w:r>
            <w:r w:rsidR="00DC0F9F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C0F9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E40119" w:rsidTr="0015A5E0" w14:paraId="10BCC787" w14:textId="77777777">
        <w:tc>
          <w:tcPr>
            <w:tcW w:w="1962" w:type="dxa"/>
            <w:tcMar/>
          </w:tcPr>
          <w:p w:rsidRPr="009C54AE" w:rsidR="00E40119" w:rsidP="00E40119" w:rsidRDefault="00E40119" w14:paraId="514AA2F8" w14:textId="6B4F8C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Mar/>
          </w:tcPr>
          <w:p w:rsidR="00E40119" w:rsidP="0015A5E0" w:rsidRDefault="002D4F06" w14:paraId="375AD923" w14:textId="02E226A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015A5E0" w:rsidR="4DEB992A">
              <w:rPr>
                <w:rFonts w:ascii="Corbel" w:hAnsi="Corbel"/>
                <w:b w:val="0"/>
                <w:bCs w:val="0"/>
              </w:rPr>
              <w:t xml:space="preserve">obserwacja w trakcie </w:t>
            </w:r>
            <w:r w:rsidRPr="0015A5E0" w:rsidR="4DEB992A">
              <w:rPr>
                <w:rFonts w:ascii="Corbel" w:hAnsi="Corbel"/>
                <w:b w:val="0"/>
                <w:bCs w:val="0"/>
              </w:rPr>
              <w:t>zajęć</w:t>
            </w:r>
            <w:r w:rsidRPr="0015A5E0" w:rsidR="4DEB992A">
              <w:rPr>
                <w:rFonts w:ascii="Corbel" w:hAnsi="Corbel"/>
                <w:b w:val="0"/>
                <w:bCs w:val="0"/>
              </w:rPr>
              <w:t>,</w:t>
            </w:r>
            <w:r w:rsidRPr="0015A5E0" w:rsidR="6082961D">
              <w:rPr>
                <w:rFonts w:ascii="Corbel" w:hAnsi="Corbel"/>
                <w:b w:val="0"/>
                <w:bCs w:val="0"/>
              </w:rPr>
              <w:t>projekt</w:t>
            </w:r>
          </w:p>
        </w:tc>
        <w:tc>
          <w:tcPr>
            <w:tcW w:w="2117" w:type="dxa"/>
            <w:tcMar/>
          </w:tcPr>
          <w:p w:rsidRPr="009C54AE" w:rsidR="00E40119" w:rsidP="00E40119" w:rsidRDefault="002D4F06" w14:paraId="3348F3C6" w14:textId="7619F0F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DC0F9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3993B4A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28570A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440CE8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15A5E0" w14:paraId="125C510E" w14:textId="77777777">
        <w:tc>
          <w:tcPr>
            <w:tcW w:w="9670" w:type="dxa"/>
            <w:tcMar/>
          </w:tcPr>
          <w:p w:rsidRPr="009C54AE" w:rsidR="0085747A" w:rsidP="41B836B4" w:rsidRDefault="0085747A" w14:paraId="2048EFEA" w14:textId="02024230">
            <w:pPr>
              <w:spacing w:before="0" w:after="0"/>
              <w:jc w:val="both"/>
            </w:pPr>
            <w:r w:rsidRPr="41B836B4" w:rsidR="7ABC672C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41B836B4" w:rsidR="7ABC672C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41B836B4" w:rsidR="7ABC672C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41B836B4" w:rsidR="7ABC672C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41B836B4" w:rsidRDefault="0085747A" w14:paraId="2AA30875" w14:textId="4BA6E777">
            <w:pPr>
              <w:spacing w:before="0" w:after="0"/>
              <w:jc w:val="both"/>
            </w:pPr>
            <w:r w:rsidRPr="0015A5E0" w:rsidR="57C2DFEF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</w:t>
            </w:r>
            <w:r w:rsidRPr="0015A5E0" w:rsidR="6E682CB7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</w:t>
            </w:r>
            <w:r w:rsidRPr="0015A5E0" w:rsidR="57C2DFEF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oceny odpowiedzi są: kompletność odpowiedzi, poprawna terminologia, aktualny stan prawny.</w:t>
            </w:r>
            <w:r w:rsidRPr="0015A5E0" w:rsidR="57C2DFEF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41B836B4" w:rsidRDefault="0085747A" w14:paraId="15F64118" w14:textId="296E7BC8">
            <w:pPr>
              <w:spacing w:before="0" w:after="0"/>
              <w:jc w:val="both"/>
            </w:pPr>
            <w:r w:rsidRPr="41B836B4" w:rsidR="7ABC672C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41B836B4" w:rsidR="7ABC672C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41B836B4" w:rsidRDefault="0085747A" w14:paraId="40EF6FB2" w14:textId="16B79356">
            <w:pPr>
              <w:spacing w:before="0" w:after="0"/>
            </w:pPr>
            <w:r w:rsidRPr="41B836B4" w:rsidR="7ABC672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9C54AE" w:rsidR="0085747A" w:rsidP="41B836B4" w:rsidRDefault="0085747A" w14:paraId="0CD46BEA" w14:textId="132F5D39">
            <w:pPr>
              <w:spacing w:before="0" w:after="0"/>
            </w:pPr>
            <w:r w:rsidRPr="41B836B4" w:rsidR="7ABC672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9C54AE" w:rsidR="0085747A" w:rsidP="41B836B4" w:rsidRDefault="0085747A" w14:paraId="6ED7FB07" w14:textId="1A9F7AD4">
            <w:pPr>
              <w:spacing w:before="0" w:after="0"/>
            </w:pPr>
            <w:r w:rsidRPr="41B836B4" w:rsidR="7ABC672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9C54AE" w:rsidR="0085747A" w:rsidP="41B836B4" w:rsidRDefault="0085747A" w14:paraId="289448DB" w14:textId="580022F2">
            <w:pPr>
              <w:spacing w:before="0" w:after="0"/>
            </w:pPr>
            <w:r w:rsidRPr="41B836B4" w:rsidR="7ABC672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9C54AE" w:rsidR="0085747A" w:rsidP="41B836B4" w:rsidRDefault="0085747A" w14:paraId="027D4425" w14:textId="277E0045">
            <w:pPr>
              <w:spacing w:before="0" w:after="0"/>
            </w:pPr>
            <w:r w:rsidRPr="41B836B4" w:rsidR="7ABC672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9C54AE" w:rsidR="0085747A" w:rsidP="41B836B4" w:rsidRDefault="0085747A" w14:paraId="62DEA492" w14:textId="0185B9C8">
            <w:pPr>
              <w:spacing w:before="0" w:after="0"/>
            </w:pPr>
            <w:proofErr w:type="spellStart"/>
            <w:r w:rsidRPr="41B836B4" w:rsidR="7ABC672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41B836B4" w:rsidR="7ABC672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.- poniżej 50 %.</w:t>
            </w:r>
          </w:p>
        </w:tc>
      </w:tr>
    </w:tbl>
    <w:p w:rsidRPr="009C54AE" w:rsidR="0085747A" w:rsidP="009C54AE" w:rsidRDefault="0085747A" w14:paraId="7A9E3BA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363975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EB2A4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35C4F11B" w14:textId="77777777">
        <w:tc>
          <w:tcPr>
            <w:tcW w:w="4962" w:type="dxa"/>
            <w:vAlign w:val="center"/>
          </w:tcPr>
          <w:p w:rsidRPr="009C54AE" w:rsidR="0085747A" w:rsidP="009C54AE" w:rsidRDefault="00C61DC5" w14:paraId="664B60D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4CE9F5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1F811AA3" w14:textId="77777777">
        <w:tc>
          <w:tcPr>
            <w:tcW w:w="4962" w:type="dxa"/>
          </w:tcPr>
          <w:p w:rsidRPr="009C54AE" w:rsidR="0085747A" w:rsidP="009C54AE" w:rsidRDefault="00C61DC5" w14:paraId="5F625A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033D2F" w14:paraId="5B31C5E0" w14:textId="314360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0B91E891" w14:textId="77777777">
        <w:tc>
          <w:tcPr>
            <w:tcW w:w="4962" w:type="dxa"/>
          </w:tcPr>
          <w:p w:rsidRPr="009C54AE" w:rsidR="00C61DC5" w:rsidP="009C54AE" w:rsidRDefault="00C61DC5" w14:paraId="36E7A72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0041EA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110896" w14:paraId="691952FF" w14:textId="1D940E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33D2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C61DC5" w:rsidTr="00923D7D" w14:paraId="1BAFCB9E" w14:textId="77777777">
        <w:tc>
          <w:tcPr>
            <w:tcW w:w="4962" w:type="dxa"/>
          </w:tcPr>
          <w:p w:rsidRPr="009C54AE" w:rsidR="0071620A" w:rsidP="009C54AE" w:rsidRDefault="00C61DC5" w14:paraId="7793B3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7860EC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30760C" w14:paraId="394EB62E" w14:textId="49A75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11089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3FC2E487" w14:textId="77777777">
        <w:tc>
          <w:tcPr>
            <w:tcW w:w="4962" w:type="dxa"/>
          </w:tcPr>
          <w:p w:rsidRPr="009C54AE" w:rsidR="0085747A" w:rsidP="009C54AE" w:rsidRDefault="0085747A" w14:paraId="42233C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110896" w14:paraId="5CC6554A" w14:textId="448D5C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7463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Pr="009C54AE" w:rsidR="0085747A" w:rsidTr="00923D7D" w14:paraId="0C217F1C" w14:textId="77777777">
        <w:tc>
          <w:tcPr>
            <w:tcW w:w="4962" w:type="dxa"/>
          </w:tcPr>
          <w:p w:rsidRPr="009C54AE" w:rsidR="0085747A" w:rsidP="009C54AE" w:rsidRDefault="0085747A" w14:paraId="32C5F7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4E36CC" w14:paraId="6FB19EAE" w14:textId="646FC7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7C161F6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77C072A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CFBA41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CD4144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Pr="009C54AE" w:rsidR="003E1941" w:rsidP="0015A5E0" w:rsidRDefault="003E1941" w14:paraId="07D94A8D" w14:textId="2F057485">
      <w:pPr>
        <w:pStyle w:val="Punktygwne"/>
        <w:spacing w:before="0" w:after="0"/>
        <w:ind w:left="360"/>
        <w:rPr>
          <w:rFonts w:ascii="Corbel" w:hAnsi="Corbel"/>
          <w:b w:val="0"/>
          <w:bCs w:val="0"/>
          <w:caps w:val="0"/>
          <w:smallCaps w:val="0"/>
        </w:rPr>
      </w:pPr>
      <w:r w:rsidRPr="0015A5E0" w:rsidR="2B30887B">
        <w:rPr>
          <w:rFonts w:ascii="Corbel" w:hAnsi="Corbel"/>
          <w:b w:val="0"/>
          <w:bCs w:val="0"/>
          <w:caps w:val="0"/>
          <w:smallCaps w:val="0"/>
        </w:rPr>
        <w:t>Nie dotyczy</w:t>
      </w:r>
    </w:p>
    <w:p w:rsidR="0015A5E0" w:rsidP="0015A5E0" w:rsidRDefault="0015A5E0" w14:paraId="076201FD" w14:textId="590FC059">
      <w:pPr>
        <w:pStyle w:val="Punktygwne"/>
        <w:spacing w:before="0" w:after="0"/>
        <w:ind w:left="360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w:rsidRPr="009C54AE" w:rsidR="0085747A" w:rsidP="009C54AE" w:rsidRDefault="00675843" w14:paraId="360DC15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48BEF05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015A5E0" w14:paraId="690B21E3" w14:textId="77777777">
        <w:trPr>
          <w:trHeight w:val="397"/>
        </w:trPr>
        <w:tc>
          <w:tcPr>
            <w:tcW w:w="7513" w:type="dxa"/>
            <w:tcMar/>
          </w:tcPr>
          <w:p w:rsidR="0085747A" w:rsidP="0015A5E0" w:rsidRDefault="0085747A" w14:paraId="48E04B0A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015A5E0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Pr="008932FF" w:rsidR="008932FF" w:rsidP="008932FF" w:rsidRDefault="008932FF" w14:paraId="631E6925" w14:textId="77777777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32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 w:rsidRPr="008932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Dziemianowicz</w:t>
            </w:r>
            <w:proofErr w:type="spellEnd"/>
            <w:r w:rsidRPr="008932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K. Szmigiel-Rawska, P. Nowicka, A. Dąbrowska, </w:t>
            </w:r>
            <w:r w:rsidRPr="0055246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Planowanie strategiczne. Poradnik dla pracowników administracji publicznej</w:t>
            </w:r>
            <w:r w:rsidRPr="008932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</w:t>
            </w:r>
          </w:p>
          <w:p w:rsidRPr="009C54AE" w:rsidR="00C14C4F" w:rsidP="008932FF" w:rsidRDefault="008932FF" w14:paraId="6016E2E4" w14:textId="20B492AD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32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</w:t>
            </w:r>
            <w:proofErr w:type="spellStart"/>
            <w:r w:rsidRPr="008932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Wlażlak</w:t>
            </w:r>
            <w:proofErr w:type="spellEnd"/>
            <w:r w:rsidRPr="008932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5246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Rozwój regionalny jako zadanie administracji publicznej,</w:t>
            </w:r>
            <w:r w:rsidRPr="008932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Kluwer, Warszawa 2010</w:t>
            </w:r>
          </w:p>
        </w:tc>
      </w:tr>
      <w:tr w:rsidRPr="009C54AE" w:rsidR="0085747A" w:rsidTr="0015A5E0" w14:paraId="439CA96F" w14:textId="77777777">
        <w:trPr>
          <w:trHeight w:val="397"/>
        </w:trPr>
        <w:tc>
          <w:tcPr>
            <w:tcW w:w="7513" w:type="dxa"/>
            <w:tcMar/>
          </w:tcPr>
          <w:p w:rsidR="00005637" w:rsidP="0015A5E0" w:rsidRDefault="0085747A" w14:paraId="1CBE7346" w14:textId="5158F49C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015A5E0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00253541" w:rsidP="00005637" w:rsidRDefault="005635B1" w14:paraId="29D93FE2" w14:textId="77777777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H. Gawroński, </w:t>
            </w:r>
            <w:r w:rsidRPr="00F4223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strategiczne w samorządach lokalnych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Wolters Kluwer, 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2010</w:t>
            </w:r>
          </w:p>
          <w:p w:rsidRPr="00005637" w:rsidR="00794BAB" w:rsidP="00005637" w:rsidRDefault="00C50F6B" w14:paraId="6B1FF23B" w14:textId="53337C1F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Barczewska-Dziobek, </w:t>
            </w:r>
            <w:r w:rsidRPr="001968C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Zagadnienia proceduralne w zakresie planowania rozwoju regionalnego i ich realizacja na przykładzie województwa podkarpackiego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,</w:t>
            </w:r>
            <w:r w:rsidR="002375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23751E" w:rsidR="002375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</w:t>
            </w:r>
            <w:r w:rsidRPr="002375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3751E" w:rsidR="002375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„Rozwój regionalny - instrumenty realizacji i rola samorządu województwa „, red. nauk. Mirosław Stec, Kazimierz </w:t>
            </w:r>
            <w:proofErr w:type="spellStart"/>
            <w:r w:rsidRPr="0023751E" w:rsidR="002375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Bandarzewski</w:t>
            </w:r>
            <w:proofErr w:type="spellEnd"/>
            <w:r w:rsidR="002375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Wolters Kluwer, Warszawa </w:t>
            </w:r>
            <w:r w:rsidR="00032B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2015, </w:t>
            </w:r>
            <w:r w:rsidR="00552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032BA6" w:rsidR="00032B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135-150</w:t>
            </w:r>
            <w:r w:rsidR="00032B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Pr="009C54AE" w:rsidR="0085747A" w:rsidP="009C54AE" w:rsidRDefault="0085747A" w14:paraId="6C1CE5A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3942A7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1270F" w:rsidP="00C16ABF" w:rsidRDefault="00A1270F" w14:paraId="71E62330" w14:textId="77777777">
      <w:pPr>
        <w:spacing w:after="0" w:line="240" w:lineRule="auto"/>
      </w:pPr>
      <w:r>
        <w:separator/>
      </w:r>
    </w:p>
  </w:endnote>
  <w:endnote w:type="continuationSeparator" w:id="0">
    <w:p w:rsidR="00A1270F" w:rsidP="00C16ABF" w:rsidRDefault="00A1270F" w14:paraId="6166C30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1270F" w:rsidP="00C16ABF" w:rsidRDefault="00A1270F" w14:paraId="182722FF" w14:textId="77777777">
      <w:pPr>
        <w:spacing w:after="0" w:line="240" w:lineRule="auto"/>
      </w:pPr>
      <w:r>
        <w:separator/>
      </w:r>
    </w:p>
  </w:footnote>
  <w:footnote w:type="continuationSeparator" w:id="0">
    <w:p w:rsidR="00A1270F" w:rsidP="00C16ABF" w:rsidRDefault="00A1270F" w14:paraId="48476E5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CF88AF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C6671E"/>
    <w:multiLevelType w:val="hybridMultilevel"/>
    <w:tmpl w:val="7A745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D1271"/>
    <w:multiLevelType w:val="hybridMultilevel"/>
    <w:tmpl w:val="03564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637"/>
    <w:rsid w:val="000077B4"/>
    <w:rsid w:val="000116DA"/>
    <w:rsid w:val="00015B8F"/>
    <w:rsid w:val="00022ECE"/>
    <w:rsid w:val="00032BA6"/>
    <w:rsid w:val="00033D2F"/>
    <w:rsid w:val="0003674D"/>
    <w:rsid w:val="0004015C"/>
    <w:rsid w:val="00042A51"/>
    <w:rsid w:val="00042BEC"/>
    <w:rsid w:val="00042D2E"/>
    <w:rsid w:val="00044538"/>
    <w:rsid w:val="00044C82"/>
    <w:rsid w:val="00070ED6"/>
    <w:rsid w:val="00071105"/>
    <w:rsid w:val="000742DC"/>
    <w:rsid w:val="00084C12"/>
    <w:rsid w:val="0009462C"/>
    <w:rsid w:val="00094B12"/>
    <w:rsid w:val="00096C46"/>
    <w:rsid w:val="000A1422"/>
    <w:rsid w:val="000A296F"/>
    <w:rsid w:val="000A2A28"/>
    <w:rsid w:val="000A3CDF"/>
    <w:rsid w:val="000B192D"/>
    <w:rsid w:val="000B28EE"/>
    <w:rsid w:val="000B3E37"/>
    <w:rsid w:val="000B54CD"/>
    <w:rsid w:val="000D04B0"/>
    <w:rsid w:val="000D4F4E"/>
    <w:rsid w:val="000F1C57"/>
    <w:rsid w:val="000F5615"/>
    <w:rsid w:val="00102111"/>
    <w:rsid w:val="00110896"/>
    <w:rsid w:val="00124BFF"/>
    <w:rsid w:val="0012560E"/>
    <w:rsid w:val="00127108"/>
    <w:rsid w:val="00134B13"/>
    <w:rsid w:val="0014611C"/>
    <w:rsid w:val="00146BC0"/>
    <w:rsid w:val="00153C41"/>
    <w:rsid w:val="00154381"/>
    <w:rsid w:val="0015A5E0"/>
    <w:rsid w:val="001640A7"/>
    <w:rsid w:val="00164FA7"/>
    <w:rsid w:val="00166A03"/>
    <w:rsid w:val="001714DE"/>
    <w:rsid w:val="001718A7"/>
    <w:rsid w:val="001737CF"/>
    <w:rsid w:val="00176083"/>
    <w:rsid w:val="00176585"/>
    <w:rsid w:val="00177FDB"/>
    <w:rsid w:val="00192F37"/>
    <w:rsid w:val="001968C5"/>
    <w:rsid w:val="001A1AE0"/>
    <w:rsid w:val="001A70D2"/>
    <w:rsid w:val="001B2BB8"/>
    <w:rsid w:val="001D657B"/>
    <w:rsid w:val="001D7B54"/>
    <w:rsid w:val="001E0209"/>
    <w:rsid w:val="001F2CA2"/>
    <w:rsid w:val="002144C0"/>
    <w:rsid w:val="0022477D"/>
    <w:rsid w:val="002278A9"/>
    <w:rsid w:val="002336F9"/>
    <w:rsid w:val="00235362"/>
    <w:rsid w:val="0023751E"/>
    <w:rsid w:val="0024028F"/>
    <w:rsid w:val="00244ABC"/>
    <w:rsid w:val="00245575"/>
    <w:rsid w:val="00253541"/>
    <w:rsid w:val="0025575A"/>
    <w:rsid w:val="00281FF2"/>
    <w:rsid w:val="002857DE"/>
    <w:rsid w:val="00291567"/>
    <w:rsid w:val="002A229C"/>
    <w:rsid w:val="002A22BF"/>
    <w:rsid w:val="002A2389"/>
    <w:rsid w:val="002A3DD5"/>
    <w:rsid w:val="002A671D"/>
    <w:rsid w:val="002B4D55"/>
    <w:rsid w:val="002B5EA0"/>
    <w:rsid w:val="002B6119"/>
    <w:rsid w:val="002C1F06"/>
    <w:rsid w:val="002D2839"/>
    <w:rsid w:val="002D3375"/>
    <w:rsid w:val="002D4F06"/>
    <w:rsid w:val="002D73D4"/>
    <w:rsid w:val="002F02A3"/>
    <w:rsid w:val="002F4ABE"/>
    <w:rsid w:val="00300D20"/>
    <w:rsid w:val="003018BA"/>
    <w:rsid w:val="0030395F"/>
    <w:rsid w:val="00305C92"/>
    <w:rsid w:val="0030760C"/>
    <w:rsid w:val="003151C5"/>
    <w:rsid w:val="003343CF"/>
    <w:rsid w:val="00346FE9"/>
    <w:rsid w:val="0034759A"/>
    <w:rsid w:val="003503F6"/>
    <w:rsid w:val="003530DD"/>
    <w:rsid w:val="00363F78"/>
    <w:rsid w:val="00386931"/>
    <w:rsid w:val="00396B9E"/>
    <w:rsid w:val="00397DB2"/>
    <w:rsid w:val="003A090B"/>
    <w:rsid w:val="003A0A5B"/>
    <w:rsid w:val="003A1176"/>
    <w:rsid w:val="003B448C"/>
    <w:rsid w:val="003C0BAE"/>
    <w:rsid w:val="003D18A9"/>
    <w:rsid w:val="003D23F8"/>
    <w:rsid w:val="003D6CE2"/>
    <w:rsid w:val="003E1941"/>
    <w:rsid w:val="003E2FE6"/>
    <w:rsid w:val="003E489D"/>
    <w:rsid w:val="003E49D5"/>
    <w:rsid w:val="003F205D"/>
    <w:rsid w:val="003F38C0"/>
    <w:rsid w:val="003F4633"/>
    <w:rsid w:val="00406C5A"/>
    <w:rsid w:val="00414E3C"/>
    <w:rsid w:val="0042244A"/>
    <w:rsid w:val="004237E4"/>
    <w:rsid w:val="0042745A"/>
    <w:rsid w:val="00431D5C"/>
    <w:rsid w:val="004335C5"/>
    <w:rsid w:val="004362C6"/>
    <w:rsid w:val="00436D08"/>
    <w:rsid w:val="00437FA2"/>
    <w:rsid w:val="00443927"/>
    <w:rsid w:val="00445970"/>
    <w:rsid w:val="0046136A"/>
    <w:rsid w:val="00461EFC"/>
    <w:rsid w:val="004652C2"/>
    <w:rsid w:val="004706D1"/>
    <w:rsid w:val="00471326"/>
    <w:rsid w:val="00475561"/>
    <w:rsid w:val="0047598D"/>
    <w:rsid w:val="00481B30"/>
    <w:rsid w:val="004840FD"/>
    <w:rsid w:val="004873E9"/>
    <w:rsid w:val="00490F7D"/>
    <w:rsid w:val="00491678"/>
    <w:rsid w:val="004968E2"/>
    <w:rsid w:val="004A3EEA"/>
    <w:rsid w:val="004A4D1F"/>
    <w:rsid w:val="004C6787"/>
    <w:rsid w:val="004D13B8"/>
    <w:rsid w:val="004D1FB4"/>
    <w:rsid w:val="004D5282"/>
    <w:rsid w:val="004E36CC"/>
    <w:rsid w:val="004F1551"/>
    <w:rsid w:val="004F55A3"/>
    <w:rsid w:val="004F5CC9"/>
    <w:rsid w:val="0050496F"/>
    <w:rsid w:val="00513B6F"/>
    <w:rsid w:val="00517C63"/>
    <w:rsid w:val="00523B4C"/>
    <w:rsid w:val="00526C54"/>
    <w:rsid w:val="005363C4"/>
    <w:rsid w:val="00536BDE"/>
    <w:rsid w:val="00543ACC"/>
    <w:rsid w:val="00552461"/>
    <w:rsid w:val="005635B1"/>
    <w:rsid w:val="00565A31"/>
    <w:rsid w:val="00565E89"/>
    <w:rsid w:val="0056696D"/>
    <w:rsid w:val="00567B85"/>
    <w:rsid w:val="00570E20"/>
    <w:rsid w:val="0058641A"/>
    <w:rsid w:val="0059484D"/>
    <w:rsid w:val="0059702E"/>
    <w:rsid w:val="005A0855"/>
    <w:rsid w:val="005A133C"/>
    <w:rsid w:val="005A3196"/>
    <w:rsid w:val="005B1ED7"/>
    <w:rsid w:val="005C080F"/>
    <w:rsid w:val="005C55E5"/>
    <w:rsid w:val="005C696A"/>
    <w:rsid w:val="005C7657"/>
    <w:rsid w:val="005E6E85"/>
    <w:rsid w:val="005F31D2"/>
    <w:rsid w:val="0061029B"/>
    <w:rsid w:val="00617230"/>
    <w:rsid w:val="00617CE5"/>
    <w:rsid w:val="006207E3"/>
    <w:rsid w:val="00621CE1"/>
    <w:rsid w:val="00627FC9"/>
    <w:rsid w:val="00637731"/>
    <w:rsid w:val="00647FA8"/>
    <w:rsid w:val="00650C5F"/>
    <w:rsid w:val="00654934"/>
    <w:rsid w:val="00656B78"/>
    <w:rsid w:val="006620D9"/>
    <w:rsid w:val="00663DDD"/>
    <w:rsid w:val="00670C73"/>
    <w:rsid w:val="00671958"/>
    <w:rsid w:val="00675843"/>
    <w:rsid w:val="00687D91"/>
    <w:rsid w:val="00696477"/>
    <w:rsid w:val="006A31C1"/>
    <w:rsid w:val="006A355D"/>
    <w:rsid w:val="006B086E"/>
    <w:rsid w:val="006D050F"/>
    <w:rsid w:val="006D6139"/>
    <w:rsid w:val="006D71DC"/>
    <w:rsid w:val="006E5D65"/>
    <w:rsid w:val="006F1282"/>
    <w:rsid w:val="006F1FBC"/>
    <w:rsid w:val="006F2AF8"/>
    <w:rsid w:val="006F31E2"/>
    <w:rsid w:val="00706544"/>
    <w:rsid w:val="007072BA"/>
    <w:rsid w:val="007119F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F38"/>
    <w:rsid w:val="00787C2A"/>
    <w:rsid w:val="00790E27"/>
    <w:rsid w:val="00794BAB"/>
    <w:rsid w:val="007A3025"/>
    <w:rsid w:val="007A4022"/>
    <w:rsid w:val="007A6E6E"/>
    <w:rsid w:val="007C3299"/>
    <w:rsid w:val="007C3BCC"/>
    <w:rsid w:val="007C4546"/>
    <w:rsid w:val="007C6FA4"/>
    <w:rsid w:val="007D6E56"/>
    <w:rsid w:val="007F4155"/>
    <w:rsid w:val="00814946"/>
    <w:rsid w:val="0081554D"/>
    <w:rsid w:val="0081707E"/>
    <w:rsid w:val="0083334B"/>
    <w:rsid w:val="008449B3"/>
    <w:rsid w:val="008552A2"/>
    <w:rsid w:val="0085747A"/>
    <w:rsid w:val="00884922"/>
    <w:rsid w:val="00885F64"/>
    <w:rsid w:val="008917F9"/>
    <w:rsid w:val="008932FF"/>
    <w:rsid w:val="008A45F7"/>
    <w:rsid w:val="008C0CC0"/>
    <w:rsid w:val="008C19A9"/>
    <w:rsid w:val="008C379D"/>
    <w:rsid w:val="008C507D"/>
    <w:rsid w:val="008C5147"/>
    <w:rsid w:val="008C5359"/>
    <w:rsid w:val="008C5363"/>
    <w:rsid w:val="008D3DFB"/>
    <w:rsid w:val="008D50AC"/>
    <w:rsid w:val="008E64F4"/>
    <w:rsid w:val="008F12C9"/>
    <w:rsid w:val="008F6E29"/>
    <w:rsid w:val="00906D1D"/>
    <w:rsid w:val="00916188"/>
    <w:rsid w:val="00923D7D"/>
    <w:rsid w:val="009309BC"/>
    <w:rsid w:val="009508DF"/>
    <w:rsid w:val="00950DAC"/>
    <w:rsid w:val="00954A07"/>
    <w:rsid w:val="00997F14"/>
    <w:rsid w:val="009A78D9"/>
    <w:rsid w:val="009B18D8"/>
    <w:rsid w:val="009C0FFC"/>
    <w:rsid w:val="009C3E31"/>
    <w:rsid w:val="009C54AE"/>
    <w:rsid w:val="009C59AC"/>
    <w:rsid w:val="009C788E"/>
    <w:rsid w:val="009D1B1B"/>
    <w:rsid w:val="009D1DBA"/>
    <w:rsid w:val="009D3F3B"/>
    <w:rsid w:val="009E0543"/>
    <w:rsid w:val="009E1531"/>
    <w:rsid w:val="009E3B41"/>
    <w:rsid w:val="009F3C5C"/>
    <w:rsid w:val="009F4610"/>
    <w:rsid w:val="009F7F6B"/>
    <w:rsid w:val="00A00ECC"/>
    <w:rsid w:val="00A1270F"/>
    <w:rsid w:val="00A155EE"/>
    <w:rsid w:val="00A2245B"/>
    <w:rsid w:val="00A24E0B"/>
    <w:rsid w:val="00A30110"/>
    <w:rsid w:val="00A36899"/>
    <w:rsid w:val="00A371F6"/>
    <w:rsid w:val="00A43BF6"/>
    <w:rsid w:val="00A5146A"/>
    <w:rsid w:val="00A53ADF"/>
    <w:rsid w:val="00A53FA5"/>
    <w:rsid w:val="00A54817"/>
    <w:rsid w:val="00A56C7D"/>
    <w:rsid w:val="00A601C8"/>
    <w:rsid w:val="00A60799"/>
    <w:rsid w:val="00A64FC7"/>
    <w:rsid w:val="00A67744"/>
    <w:rsid w:val="00A811BB"/>
    <w:rsid w:val="00A84C85"/>
    <w:rsid w:val="00A97DE1"/>
    <w:rsid w:val="00AA5F0E"/>
    <w:rsid w:val="00AB053C"/>
    <w:rsid w:val="00AD1146"/>
    <w:rsid w:val="00AD1B78"/>
    <w:rsid w:val="00AD27D3"/>
    <w:rsid w:val="00AD66D6"/>
    <w:rsid w:val="00AE1160"/>
    <w:rsid w:val="00AE203C"/>
    <w:rsid w:val="00AE2E74"/>
    <w:rsid w:val="00AE46E4"/>
    <w:rsid w:val="00AE5FCB"/>
    <w:rsid w:val="00AF22A4"/>
    <w:rsid w:val="00AF2C1E"/>
    <w:rsid w:val="00B06142"/>
    <w:rsid w:val="00B135B1"/>
    <w:rsid w:val="00B148BA"/>
    <w:rsid w:val="00B3130B"/>
    <w:rsid w:val="00B40ADB"/>
    <w:rsid w:val="00B43B77"/>
    <w:rsid w:val="00B43E80"/>
    <w:rsid w:val="00B607DB"/>
    <w:rsid w:val="00B66529"/>
    <w:rsid w:val="00B6714B"/>
    <w:rsid w:val="00B75946"/>
    <w:rsid w:val="00B8056E"/>
    <w:rsid w:val="00B819C8"/>
    <w:rsid w:val="00B82308"/>
    <w:rsid w:val="00B90885"/>
    <w:rsid w:val="00B9587A"/>
    <w:rsid w:val="00B96258"/>
    <w:rsid w:val="00BB520A"/>
    <w:rsid w:val="00BD1D9C"/>
    <w:rsid w:val="00BD3869"/>
    <w:rsid w:val="00BD4BF6"/>
    <w:rsid w:val="00BD66E9"/>
    <w:rsid w:val="00BD6FF4"/>
    <w:rsid w:val="00BF2C41"/>
    <w:rsid w:val="00C049B2"/>
    <w:rsid w:val="00C058B4"/>
    <w:rsid w:val="00C05F44"/>
    <w:rsid w:val="00C131B5"/>
    <w:rsid w:val="00C14C4F"/>
    <w:rsid w:val="00C16ABF"/>
    <w:rsid w:val="00C170AE"/>
    <w:rsid w:val="00C2018D"/>
    <w:rsid w:val="00C26CB7"/>
    <w:rsid w:val="00C324C1"/>
    <w:rsid w:val="00C36992"/>
    <w:rsid w:val="00C373B5"/>
    <w:rsid w:val="00C50F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5033"/>
    <w:rsid w:val="00CD6897"/>
    <w:rsid w:val="00CE2D7F"/>
    <w:rsid w:val="00CE5BAC"/>
    <w:rsid w:val="00CF25BE"/>
    <w:rsid w:val="00CF78ED"/>
    <w:rsid w:val="00D02B25"/>
    <w:rsid w:val="00D02EBA"/>
    <w:rsid w:val="00D17C3C"/>
    <w:rsid w:val="00D20863"/>
    <w:rsid w:val="00D26B2C"/>
    <w:rsid w:val="00D32C52"/>
    <w:rsid w:val="00D352C9"/>
    <w:rsid w:val="00D425B2"/>
    <w:rsid w:val="00D428D6"/>
    <w:rsid w:val="00D533A1"/>
    <w:rsid w:val="00D552B2"/>
    <w:rsid w:val="00D608D1"/>
    <w:rsid w:val="00D74119"/>
    <w:rsid w:val="00D8075B"/>
    <w:rsid w:val="00D8678B"/>
    <w:rsid w:val="00DA2114"/>
    <w:rsid w:val="00DB6B5B"/>
    <w:rsid w:val="00DC0F9F"/>
    <w:rsid w:val="00DC6E20"/>
    <w:rsid w:val="00DE09C0"/>
    <w:rsid w:val="00DE43C3"/>
    <w:rsid w:val="00DE4A14"/>
    <w:rsid w:val="00DF320D"/>
    <w:rsid w:val="00DF71C8"/>
    <w:rsid w:val="00E129B8"/>
    <w:rsid w:val="00E21E7D"/>
    <w:rsid w:val="00E22FBC"/>
    <w:rsid w:val="00E24BF5"/>
    <w:rsid w:val="00E25338"/>
    <w:rsid w:val="00E320B3"/>
    <w:rsid w:val="00E40119"/>
    <w:rsid w:val="00E51E44"/>
    <w:rsid w:val="00E55EE3"/>
    <w:rsid w:val="00E63348"/>
    <w:rsid w:val="00E742AA"/>
    <w:rsid w:val="00E7454D"/>
    <w:rsid w:val="00E75102"/>
    <w:rsid w:val="00E77E88"/>
    <w:rsid w:val="00E80636"/>
    <w:rsid w:val="00E8107D"/>
    <w:rsid w:val="00E85429"/>
    <w:rsid w:val="00E960BB"/>
    <w:rsid w:val="00EA2074"/>
    <w:rsid w:val="00EA477A"/>
    <w:rsid w:val="00EA4832"/>
    <w:rsid w:val="00EA4E9D"/>
    <w:rsid w:val="00EC4899"/>
    <w:rsid w:val="00ED03AB"/>
    <w:rsid w:val="00ED1085"/>
    <w:rsid w:val="00ED32D2"/>
    <w:rsid w:val="00ED334C"/>
    <w:rsid w:val="00EE32DE"/>
    <w:rsid w:val="00EE5457"/>
    <w:rsid w:val="00EF009B"/>
    <w:rsid w:val="00F070AB"/>
    <w:rsid w:val="00F17567"/>
    <w:rsid w:val="00F26BE3"/>
    <w:rsid w:val="00F27A7B"/>
    <w:rsid w:val="00F526AF"/>
    <w:rsid w:val="00F617C3"/>
    <w:rsid w:val="00F7066B"/>
    <w:rsid w:val="00F74639"/>
    <w:rsid w:val="00F81D8A"/>
    <w:rsid w:val="00F83B28"/>
    <w:rsid w:val="00F877AB"/>
    <w:rsid w:val="00F9155C"/>
    <w:rsid w:val="00F974DA"/>
    <w:rsid w:val="00FA46E5"/>
    <w:rsid w:val="00FB7DBA"/>
    <w:rsid w:val="00FC1C25"/>
    <w:rsid w:val="00FC3F45"/>
    <w:rsid w:val="00FD1D5E"/>
    <w:rsid w:val="00FD503F"/>
    <w:rsid w:val="00FD7589"/>
    <w:rsid w:val="00FF016A"/>
    <w:rsid w:val="00FF1401"/>
    <w:rsid w:val="00FF5E7D"/>
    <w:rsid w:val="04B967FD"/>
    <w:rsid w:val="09E505AE"/>
    <w:rsid w:val="0A1C76B6"/>
    <w:rsid w:val="0DB99A28"/>
    <w:rsid w:val="1775A5C4"/>
    <w:rsid w:val="20295D8A"/>
    <w:rsid w:val="287F669F"/>
    <w:rsid w:val="292F8775"/>
    <w:rsid w:val="2B30887B"/>
    <w:rsid w:val="3AC0FE30"/>
    <w:rsid w:val="41B836B4"/>
    <w:rsid w:val="43C7281B"/>
    <w:rsid w:val="483653CF"/>
    <w:rsid w:val="4B6E0432"/>
    <w:rsid w:val="4DEB992A"/>
    <w:rsid w:val="5466D9BB"/>
    <w:rsid w:val="5700CD32"/>
    <w:rsid w:val="57B47F33"/>
    <w:rsid w:val="57C2DFEF"/>
    <w:rsid w:val="6082961D"/>
    <w:rsid w:val="6C0A5E81"/>
    <w:rsid w:val="6E682CB7"/>
    <w:rsid w:val="70A03A70"/>
    <w:rsid w:val="7ABC672C"/>
    <w:rsid w:val="7C6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E028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3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39E48-9DD2-4D13-8495-A3BFB8CCC77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9</revision>
  <lastPrinted>2019-02-06T12:12:00.0000000Z</lastPrinted>
  <dcterms:created xsi:type="dcterms:W3CDTF">2021-12-12T15:47:00.0000000Z</dcterms:created>
  <dcterms:modified xsi:type="dcterms:W3CDTF">2022-01-24T08:59:31.7221714Z</dcterms:modified>
</coreProperties>
</file>